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B5348" w14:textId="508D9CCF" w:rsidR="004C24A0" w:rsidRDefault="004C24A0" w:rsidP="00B17B8F">
      <w:pPr>
        <w:suppressAutoHyphens/>
        <w:jc w:val="center"/>
        <w:rPr>
          <w:b/>
          <w:caps/>
          <w:sz w:val="28"/>
          <w:lang w:eastAsia="ar-SA"/>
        </w:rPr>
      </w:pPr>
    </w:p>
    <w:p w14:paraId="4216C7C6" w14:textId="77777777" w:rsidR="006F6B82" w:rsidRPr="00B903EA" w:rsidRDefault="002677DD" w:rsidP="00B17B8F">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7EFACFDE" w14:textId="77777777" w:rsidR="00B17B8F" w:rsidRPr="00B903EA" w:rsidRDefault="00B17B8F" w:rsidP="00B17B8F">
      <w:pPr>
        <w:jc w:val="center"/>
        <w:rPr>
          <w:b/>
          <w:caps/>
          <w:szCs w:val="24"/>
        </w:rPr>
      </w:pPr>
    </w:p>
    <w:p w14:paraId="770568CA" w14:textId="77777777" w:rsidR="002A2093" w:rsidRPr="002A2093" w:rsidRDefault="002A2093" w:rsidP="00B17B8F">
      <w:pPr>
        <w:jc w:val="center"/>
        <w:rPr>
          <w:b/>
          <w:bCs/>
          <w:color w:val="000000"/>
          <w:szCs w:val="24"/>
        </w:rPr>
      </w:pPr>
      <w:r w:rsidRPr="002A2093">
        <w:rPr>
          <w:b/>
          <w:bCs/>
          <w:color w:val="000000"/>
          <w:szCs w:val="24"/>
        </w:rPr>
        <w:t>SPRENDIMAS</w:t>
      </w:r>
    </w:p>
    <w:p w14:paraId="2591F203" w14:textId="77777777" w:rsidR="002A2093" w:rsidRPr="002A2093" w:rsidRDefault="002A2093" w:rsidP="00B17B8F">
      <w:pPr>
        <w:jc w:val="center"/>
        <w:rPr>
          <w:b/>
          <w:color w:val="00000A"/>
          <w:szCs w:val="24"/>
        </w:rPr>
      </w:pPr>
      <w:r w:rsidRPr="002A2093">
        <w:rPr>
          <w:b/>
          <w:color w:val="000000"/>
          <w:szCs w:val="24"/>
        </w:rPr>
        <w:t>DĖL 202</w:t>
      </w:r>
      <w:r w:rsidR="00787A5F">
        <w:rPr>
          <w:b/>
          <w:color w:val="000000"/>
          <w:szCs w:val="24"/>
        </w:rPr>
        <w:t>5</w:t>
      </w:r>
      <w:r w:rsidRPr="002A2093">
        <w:rPr>
          <w:b/>
          <w:color w:val="000000"/>
          <w:szCs w:val="24"/>
        </w:rPr>
        <w:t xml:space="preserve"> METŲ PASKELBIMO </w:t>
      </w:r>
      <w:r w:rsidR="00787A5F">
        <w:rPr>
          <w:b/>
          <w:color w:val="000000"/>
          <w:szCs w:val="24"/>
        </w:rPr>
        <w:t>VACLOVO INTO</w:t>
      </w:r>
      <w:r w:rsidRPr="002A2093">
        <w:rPr>
          <w:b/>
          <w:color w:val="000000"/>
          <w:szCs w:val="24"/>
        </w:rPr>
        <w:t xml:space="preserve"> METAIS SKUODO RAJONO SAVIVALDYBĖJE</w:t>
      </w:r>
    </w:p>
    <w:p w14:paraId="6AFE34D4" w14:textId="77777777" w:rsidR="002A2093" w:rsidRPr="002A2093" w:rsidRDefault="002A2093" w:rsidP="00B17B8F">
      <w:pPr>
        <w:jc w:val="center"/>
        <w:rPr>
          <w:b/>
          <w:bCs/>
          <w:color w:val="000000"/>
          <w:szCs w:val="24"/>
        </w:rPr>
      </w:pPr>
    </w:p>
    <w:p w14:paraId="353D9DC1" w14:textId="047660C1" w:rsidR="002A2093" w:rsidRPr="002A2093" w:rsidRDefault="002A2093" w:rsidP="00B17B8F">
      <w:pPr>
        <w:jc w:val="center"/>
        <w:rPr>
          <w:color w:val="000000"/>
          <w:szCs w:val="24"/>
        </w:rPr>
      </w:pPr>
      <w:r w:rsidRPr="002A2093">
        <w:rPr>
          <w:color w:val="00000A"/>
          <w:szCs w:val="24"/>
        </w:rPr>
        <w:t>202</w:t>
      </w:r>
      <w:r w:rsidR="00787A5F">
        <w:rPr>
          <w:color w:val="00000A"/>
          <w:szCs w:val="24"/>
        </w:rPr>
        <w:t>4</w:t>
      </w:r>
      <w:r w:rsidRPr="002A2093">
        <w:rPr>
          <w:color w:val="00000A"/>
          <w:szCs w:val="24"/>
        </w:rPr>
        <w:t xml:space="preserve"> m. </w:t>
      </w:r>
      <w:r w:rsidR="00787A5F">
        <w:rPr>
          <w:color w:val="00000A"/>
          <w:szCs w:val="24"/>
        </w:rPr>
        <w:t>lapkričio</w:t>
      </w:r>
      <w:r w:rsidRPr="002A2093">
        <w:rPr>
          <w:color w:val="00000A"/>
          <w:szCs w:val="24"/>
        </w:rPr>
        <w:t xml:space="preserve"> </w:t>
      </w:r>
      <w:r w:rsidR="008A3D2E">
        <w:rPr>
          <w:color w:val="00000A"/>
          <w:szCs w:val="24"/>
        </w:rPr>
        <w:t>18</w:t>
      </w:r>
      <w:r w:rsidRPr="002A2093">
        <w:rPr>
          <w:color w:val="00000A"/>
          <w:szCs w:val="24"/>
        </w:rPr>
        <w:t xml:space="preserve"> d. </w:t>
      </w:r>
      <w:r w:rsidRPr="002A2093">
        <w:rPr>
          <w:color w:val="000000"/>
          <w:szCs w:val="24"/>
        </w:rPr>
        <w:t>Nr. T</w:t>
      </w:r>
      <w:r w:rsidR="00787A5F">
        <w:rPr>
          <w:color w:val="000000"/>
          <w:szCs w:val="24"/>
        </w:rPr>
        <w:t>10</w:t>
      </w:r>
      <w:r w:rsidR="004C24A0">
        <w:rPr>
          <w:color w:val="000000"/>
          <w:szCs w:val="24"/>
        </w:rPr>
        <w:t>-</w:t>
      </w:r>
      <w:r w:rsidR="008A3D2E">
        <w:rPr>
          <w:color w:val="000000"/>
          <w:szCs w:val="24"/>
        </w:rPr>
        <w:t>232</w:t>
      </w:r>
    </w:p>
    <w:p w14:paraId="17D9CEF5" w14:textId="77777777" w:rsidR="002A2093" w:rsidRPr="002A2093" w:rsidRDefault="002A2093" w:rsidP="00B17B8F">
      <w:pPr>
        <w:jc w:val="center"/>
        <w:rPr>
          <w:color w:val="000000"/>
          <w:szCs w:val="24"/>
        </w:rPr>
      </w:pPr>
      <w:r w:rsidRPr="002A2093">
        <w:rPr>
          <w:color w:val="000000"/>
          <w:szCs w:val="24"/>
        </w:rPr>
        <w:t>Skuodas</w:t>
      </w:r>
    </w:p>
    <w:p w14:paraId="19E53851" w14:textId="77777777" w:rsidR="002A2093" w:rsidRPr="002A2093" w:rsidRDefault="002A2093" w:rsidP="00B17B8F">
      <w:pPr>
        <w:jc w:val="center"/>
        <w:rPr>
          <w:color w:val="00000A"/>
          <w:szCs w:val="24"/>
        </w:rPr>
      </w:pPr>
    </w:p>
    <w:p w14:paraId="09AE2E75" w14:textId="77777777" w:rsidR="002A2093" w:rsidRPr="002A2093" w:rsidRDefault="002A2093" w:rsidP="002A2093">
      <w:pPr>
        <w:ind w:firstLine="1134"/>
        <w:jc w:val="both"/>
        <w:rPr>
          <w:color w:val="000000"/>
          <w:szCs w:val="24"/>
        </w:rPr>
      </w:pPr>
      <w:r w:rsidRPr="002A2093">
        <w:rPr>
          <w:color w:val="000000"/>
          <w:szCs w:val="24"/>
        </w:rPr>
        <w:t>Vadovaudamasi Lietuvos Respublikos vietos savivaldos įstatymo 6 straipsnio 13 punktu,</w:t>
      </w:r>
      <w:r w:rsidR="000E7CCF">
        <w:rPr>
          <w:color w:val="000000"/>
          <w:szCs w:val="24"/>
        </w:rPr>
        <w:t xml:space="preserve"> 15 straipsnio 4 punktu,</w:t>
      </w:r>
      <w:r w:rsidRPr="002A2093">
        <w:rPr>
          <w:color w:val="000000"/>
          <w:szCs w:val="24"/>
        </w:rPr>
        <w:t xml:space="preserve"> Valstybinių jubiliejų ir kitų sukakčių minėjimo koncepcijos, patvirtintos Lietuvos Respublikos kultūros ministro 2018 m. vasario 1 d. įsakymu Nr. ĮV-164 „Dėl </w:t>
      </w:r>
      <w:r w:rsidR="00A87AAF">
        <w:rPr>
          <w:color w:val="000000"/>
          <w:szCs w:val="24"/>
        </w:rPr>
        <w:t>V</w:t>
      </w:r>
      <w:r w:rsidRPr="002A2093">
        <w:rPr>
          <w:color w:val="000000"/>
          <w:szCs w:val="24"/>
        </w:rPr>
        <w:t xml:space="preserve">alstybinių jubiliejų ir kitų sukakčių minėjimo koncepcijos tvirtinimo“, 15 punktu bei atsižvelgdama į </w:t>
      </w:r>
      <w:r w:rsidR="00787A5F">
        <w:rPr>
          <w:color w:val="000000"/>
          <w:szCs w:val="24"/>
        </w:rPr>
        <w:t xml:space="preserve">Skuodo rajono savivaldybės administracijos Mosėdžio seniūnijos raštą „Dėl 2025 metų paskelbimo Vaclovo Into metais“, </w:t>
      </w:r>
      <w:r w:rsidRPr="002A2093">
        <w:rPr>
          <w:color w:val="000000"/>
          <w:szCs w:val="24"/>
        </w:rPr>
        <w:t>Skuodo rajono savivaldybės taryba</w:t>
      </w:r>
      <w:r w:rsidR="00AC6F1B">
        <w:rPr>
          <w:color w:val="000000"/>
          <w:szCs w:val="24"/>
        </w:rPr>
        <w:t xml:space="preserve"> </w:t>
      </w:r>
      <w:r w:rsidRPr="00AC6F1B">
        <w:rPr>
          <w:color w:val="000000"/>
          <w:spacing w:val="40"/>
          <w:szCs w:val="24"/>
        </w:rPr>
        <w:t>nusprendži</w:t>
      </w:r>
      <w:r w:rsidRPr="00AC6F1B">
        <w:rPr>
          <w:color w:val="000000"/>
          <w:szCs w:val="24"/>
        </w:rPr>
        <w:t>a:</w:t>
      </w:r>
    </w:p>
    <w:p w14:paraId="7A38E65D" w14:textId="77777777" w:rsidR="002A2093" w:rsidRPr="002A2093" w:rsidRDefault="00773048" w:rsidP="002A2093">
      <w:pPr>
        <w:tabs>
          <w:tab w:val="left" w:pos="1418"/>
        </w:tabs>
        <w:ind w:firstLine="1134"/>
        <w:jc w:val="both"/>
        <w:rPr>
          <w:color w:val="000000"/>
          <w:szCs w:val="24"/>
        </w:rPr>
      </w:pPr>
      <w:r>
        <w:rPr>
          <w:color w:val="000000"/>
          <w:szCs w:val="24"/>
        </w:rPr>
        <w:t xml:space="preserve">1. </w:t>
      </w:r>
      <w:r w:rsidR="002A2093" w:rsidRPr="002A2093">
        <w:rPr>
          <w:color w:val="000000"/>
          <w:szCs w:val="24"/>
        </w:rPr>
        <w:t>Paskelbti 202</w:t>
      </w:r>
      <w:r w:rsidR="00787A5F">
        <w:rPr>
          <w:color w:val="000000"/>
          <w:szCs w:val="24"/>
        </w:rPr>
        <w:t>5</w:t>
      </w:r>
      <w:r w:rsidR="002A2093" w:rsidRPr="002A2093">
        <w:rPr>
          <w:color w:val="000000"/>
          <w:szCs w:val="24"/>
        </w:rPr>
        <w:t xml:space="preserve"> metus </w:t>
      </w:r>
      <w:bookmarkStart w:id="0" w:name="_Hlk152681506"/>
      <w:r w:rsidR="00787A5F">
        <w:rPr>
          <w:color w:val="000000"/>
          <w:szCs w:val="24"/>
        </w:rPr>
        <w:t xml:space="preserve">Vaclovo Into </w:t>
      </w:r>
      <w:r w:rsidR="002A2093" w:rsidRPr="002A2093">
        <w:rPr>
          <w:bCs/>
          <w:color w:val="000000"/>
          <w:szCs w:val="24"/>
        </w:rPr>
        <w:t>metai</w:t>
      </w:r>
      <w:bookmarkEnd w:id="0"/>
      <w:r w:rsidR="002A2093" w:rsidRPr="002A2093">
        <w:rPr>
          <w:bCs/>
          <w:color w:val="000000"/>
          <w:szCs w:val="24"/>
        </w:rPr>
        <w:t xml:space="preserve">s </w:t>
      </w:r>
      <w:r w:rsidR="002A2093" w:rsidRPr="002A2093">
        <w:rPr>
          <w:color w:val="000000"/>
          <w:szCs w:val="24"/>
        </w:rPr>
        <w:t>Skuodo rajono savivaldybėje.</w:t>
      </w:r>
    </w:p>
    <w:p w14:paraId="73EA6FE6" w14:textId="77777777" w:rsidR="00773048" w:rsidRPr="00BA39B1" w:rsidRDefault="00773048" w:rsidP="00773048">
      <w:pPr>
        <w:ind w:firstLine="1134"/>
        <w:jc w:val="both"/>
      </w:pPr>
      <w:r>
        <w:t>2. Nurodyti, kad š</w:t>
      </w:r>
      <w:r w:rsidRPr="00BA39B1">
        <w:t xml:space="preserve">is sprendimas gali būti skundžiamas </w:t>
      </w:r>
      <w:r w:rsidRPr="00B655BE">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3D3BCF9" w14:textId="77777777" w:rsidR="002F5826" w:rsidRPr="00F2781B" w:rsidRDefault="002F5826" w:rsidP="00C21F6E">
      <w:pPr>
        <w:jc w:val="both"/>
        <w:rPr>
          <w:bCs/>
          <w:color w:val="000000"/>
          <w:szCs w:val="24"/>
        </w:rPr>
      </w:pPr>
    </w:p>
    <w:p w14:paraId="6D055E04" w14:textId="77777777" w:rsidR="00E25381" w:rsidRDefault="00E25381" w:rsidP="00C40275">
      <w:pPr>
        <w:tabs>
          <w:tab w:val="left" w:pos="7044"/>
        </w:tabs>
        <w:jc w:val="both"/>
        <w:rPr>
          <w:bCs/>
        </w:rPr>
      </w:pPr>
    </w:p>
    <w:p w14:paraId="71DFB0F3" w14:textId="77777777" w:rsidR="008718FE" w:rsidRDefault="008718FE" w:rsidP="00C40275">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718FE" w14:paraId="2C44B66A" w14:textId="77777777" w:rsidTr="008718FE">
        <w:tc>
          <w:tcPr>
            <w:tcW w:w="4814" w:type="dxa"/>
          </w:tcPr>
          <w:p w14:paraId="32615B5A" w14:textId="061882D5" w:rsidR="008718FE" w:rsidRDefault="008718FE" w:rsidP="008718FE">
            <w:pPr>
              <w:tabs>
                <w:tab w:val="left" w:pos="7044"/>
              </w:tabs>
              <w:ind w:hanging="120"/>
              <w:jc w:val="both"/>
              <w:rPr>
                <w:bCs/>
              </w:rPr>
            </w:pPr>
            <w:r>
              <w:rPr>
                <w:bCs/>
              </w:rPr>
              <w:t>Savivaldybės meras</w:t>
            </w:r>
          </w:p>
        </w:tc>
        <w:tc>
          <w:tcPr>
            <w:tcW w:w="4814" w:type="dxa"/>
          </w:tcPr>
          <w:p w14:paraId="5BFA4C0F" w14:textId="77777777" w:rsidR="008718FE" w:rsidRDefault="008718FE" w:rsidP="00C40275">
            <w:pPr>
              <w:tabs>
                <w:tab w:val="left" w:pos="7044"/>
              </w:tabs>
              <w:jc w:val="both"/>
              <w:rPr>
                <w:bCs/>
              </w:rPr>
            </w:pPr>
          </w:p>
        </w:tc>
      </w:tr>
    </w:tbl>
    <w:p w14:paraId="01F4BD30" w14:textId="77777777" w:rsidR="00A87AAF" w:rsidRPr="00B903EA" w:rsidRDefault="00A87AAF" w:rsidP="00C40275">
      <w:pPr>
        <w:tabs>
          <w:tab w:val="left" w:pos="7044"/>
        </w:tabs>
        <w:jc w:val="both"/>
        <w:rPr>
          <w:bCs/>
        </w:rPr>
      </w:pPr>
    </w:p>
    <w:p w14:paraId="250A861F" w14:textId="0DF8DD14" w:rsidR="006F6B82" w:rsidRDefault="006F6B82" w:rsidP="00C40275">
      <w:pPr>
        <w:tabs>
          <w:tab w:val="left" w:pos="7044"/>
        </w:tabs>
        <w:jc w:val="both"/>
        <w:rPr>
          <w:bCs/>
        </w:rPr>
      </w:pPr>
    </w:p>
    <w:p w14:paraId="5CDECDF9" w14:textId="0B7EAE3F" w:rsidR="006F6B82" w:rsidRPr="00B903EA" w:rsidRDefault="006F6B82" w:rsidP="006F6B82">
      <w:pPr>
        <w:jc w:val="both"/>
        <w:rPr>
          <w:bCs/>
        </w:rPr>
      </w:pPr>
    </w:p>
    <w:p w14:paraId="6A90B461" w14:textId="77777777" w:rsidR="00043FA6" w:rsidRPr="00B903EA" w:rsidRDefault="00043FA6" w:rsidP="006F6B82">
      <w:pPr>
        <w:jc w:val="both"/>
        <w:rPr>
          <w:bCs/>
        </w:rPr>
      </w:pPr>
    </w:p>
    <w:p w14:paraId="4C64CECB" w14:textId="77777777" w:rsidR="00EF102E" w:rsidRPr="00B903EA" w:rsidRDefault="00EF102E" w:rsidP="006F6B82">
      <w:pPr>
        <w:jc w:val="both"/>
        <w:rPr>
          <w:bCs/>
        </w:rPr>
      </w:pPr>
    </w:p>
    <w:p w14:paraId="525E2E9E" w14:textId="77777777" w:rsidR="00EF102E" w:rsidRPr="00B903EA" w:rsidRDefault="00EF102E" w:rsidP="006F6B82">
      <w:pPr>
        <w:jc w:val="both"/>
        <w:rPr>
          <w:bCs/>
        </w:rPr>
      </w:pPr>
    </w:p>
    <w:p w14:paraId="022F3A52" w14:textId="77777777" w:rsidR="009C5575" w:rsidRPr="00B903EA" w:rsidRDefault="009C5575" w:rsidP="006F6B82">
      <w:pPr>
        <w:jc w:val="both"/>
        <w:rPr>
          <w:bCs/>
        </w:rPr>
      </w:pPr>
    </w:p>
    <w:p w14:paraId="68DD03E0" w14:textId="77777777" w:rsidR="00D71DDF" w:rsidRPr="00B903EA" w:rsidRDefault="00D71DDF" w:rsidP="006F6B82">
      <w:pPr>
        <w:jc w:val="both"/>
        <w:rPr>
          <w:bCs/>
        </w:rPr>
      </w:pPr>
    </w:p>
    <w:p w14:paraId="01EA890A" w14:textId="77777777" w:rsidR="00D71DDF" w:rsidRPr="00B903EA" w:rsidRDefault="00D71DDF" w:rsidP="006F6B82">
      <w:pPr>
        <w:jc w:val="both"/>
        <w:rPr>
          <w:bCs/>
        </w:rPr>
      </w:pPr>
    </w:p>
    <w:p w14:paraId="1D97F4E4" w14:textId="77777777" w:rsidR="00D71DDF" w:rsidRPr="00B903EA" w:rsidRDefault="00D71DDF" w:rsidP="006F6B82">
      <w:pPr>
        <w:jc w:val="both"/>
        <w:rPr>
          <w:bCs/>
        </w:rPr>
      </w:pPr>
    </w:p>
    <w:p w14:paraId="699A8168" w14:textId="77777777" w:rsidR="00FC6C36" w:rsidRDefault="00FC6C36" w:rsidP="006F6B82">
      <w:pPr>
        <w:jc w:val="both"/>
        <w:rPr>
          <w:bCs/>
        </w:rPr>
      </w:pPr>
    </w:p>
    <w:p w14:paraId="67635490" w14:textId="77777777" w:rsidR="00744133" w:rsidRDefault="00744133" w:rsidP="006F6B82">
      <w:pPr>
        <w:jc w:val="both"/>
        <w:rPr>
          <w:bCs/>
        </w:rPr>
      </w:pPr>
    </w:p>
    <w:p w14:paraId="68AFF3B9" w14:textId="77777777" w:rsidR="00744133" w:rsidRDefault="00744133" w:rsidP="006F6B82">
      <w:pPr>
        <w:jc w:val="both"/>
        <w:rPr>
          <w:bCs/>
        </w:rPr>
      </w:pPr>
    </w:p>
    <w:p w14:paraId="4125F120" w14:textId="77777777" w:rsidR="00744133" w:rsidRDefault="00744133" w:rsidP="006F6B82">
      <w:pPr>
        <w:jc w:val="both"/>
        <w:rPr>
          <w:bCs/>
        </w:rPr>
      </w:pPr>
    </w:p>
    <w:p w14:paraId="67A02832" w14:textId="77777777" w:rsidR="00744133" w:rsidRDefault="00744133" w:rsidP="006F6B82">
      <w:pPr>
        <w:jc w:val="both"/>
        <w:rPr>
          <w:bCs/>
        </w:rPr>
      </w:pPr>
    </w:p>
    <w:p w14:paraId="063302A0" w14:textId="77777777" w:rsidR="00744133" w:rsidRDefault="00744133" w:rsidP="006F6B82">
      <w:pPr>
        <w:jc w:val="both"/>
        <w:rPr>
          <w:bCs/>
        </w:rPr>
      </w:pPr>
    </w:p>
    <w:p w14:paraId="6BF94425" w14:textId="77777777" w:rsidR="00744133" w:rsidRDefault="00744133" w:rsidP="006F6B82">
      <w:pPr>
        <w:jc w:val="both"/>
        <w:rPr>
          <w:bCs/>
        </w:rPr>
      </w:pPr>
    </w:p>
    <w:p w14:paraId="54B8215F" w14:textId="77777777" w:rsidR="00744133" w:rsidRDefault="00744133" w:rsidP="006F6B82">
      <w:pPr>
        <w:jc w:val="both"/>
        <w:rPr>
          <w:bCs/>
        </w:rPr>
      </w:pPr>
    </w:p>
    <w:p w14:paraId="36E522F0" w14:textId="77777777" w:rsidR="00D52D02" w:rsidRDefault="00D52D02" w:rsidP="006F6B82">
      <w:pPr>
        <w:jc w:val="both"/>
        <w:rPr>
          <w:bCs/>
        </w:rPr>
      </w:pPr>
    </w:p>
    <w:p w14:paraId="0F7A1A78" w14:textId="77777777" w:rsidR="00C51C3D" w:rsidRDefault="00C51C3D" w:rsidP="006F6B82">
      <w:pPr>
        <w:jc w:val="both"/>
        <w:rPr>
          <w:bCs/>
        </w:rPr>
      </w:pPr>
    </w:p>
    <w:p w14:paraId="5A5639CB" w14:textId="77777777" w:rsidR="00C51C3D" w:rsidRPr="00B903EA" w:rsidRDefault="00C51C3D" w:rsidP="006F6B82">
      <w:pPr>
        <w:jc w:val="both"/>
        <w:rPr>
          <w:bCs/>
        </w:rPr>
      </w:pPr>
      <w:r>
        <w:rPr>
          <w:bCs/>
        </w:rPr>
        <w:t>Gintas Andriekus, tel. 0 686  58 675</w:t>
      </w:r>
    </w:p>
    <w:sectPr w:rsidR="00C51C3D" w:rsidRPr="00B903EA" w:rsidSect="005D404E">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F3606" w14:textId="77777777" w:rsidR="007C6A6E" w:rsidRDefault="007C6A6E">
      <w:r>
        <w:separator/>
      </w:r>
    </w:p>
  </w:endnote>
  <w:endnote w:type="continuationSeparator" w:id="0">
    <w:p w14:paraId="0E3EBCDF" w14:textId="77777777" w:rsidR="007C6A6E" w:rsidRDefault="007C6A6E">
      <w:r>
        <w:continuationSeparator/>
      </w:r>
    </w:p>
  </w:endnote>
  <w:endnote w:type="continuationNotice" w:id="1">
    <w:p w14:paraId="180BA774" w14:textId="77777777" w:rsidR="007C6A6E" w:rsidRDefault="007C6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914D0" w14:textId="77777777" w:rsidR="007C6A6E" w:rsidRDefault="007C6A6E">
      <w:r>
        <w:separator/>
      </w:r>
    </w:p>
  </w:footnote>
  <w:footnote w:type="continuationSeparator" w:id="0">
    <w:p w14:paraId="0D7565B5" w14:textId="77777777" w:rsidR="007C6A6E" w:rsidRDefault="007C6A6E">
      <w:r>
        <w:continuationSeparator/>
      </w:r>
    </w:p>
  </w:footnote>
  <w:footnote w:type="continuationNotice" w:id="1">
    <w:p w14:paraId="77B11338" w14:textId="77777777" w:rsidR="007C6A6E" w:rsidRDefault="007C6A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5AD80" w14:textId="77777777" w:rsidR="002C3014" w:rsidRPr="00787A5F" w:rsidRDefault="00787A5F" w:rsidP="002C3014">
    <w:pPr>
      <w:pStyle w:val="Antrats"/>
      <w:jc w:val="right"/>
      <w:rPr>
        <w:b/>
        <w:bCs/>
        <w:i/>
        <w:iCs/>
      </w:rPr>
    </w:pPr>
    <w:r w:rsidRPr="00787A5F">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4398830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2424538">
    <w:abstractNumId w:val="6"/>
  </w:num>
  <w:num w:numId="3" w16cid:durableId="1073160433">
    <w:abstractNumId w:val="5"/>
  </w:num>
  <w:num w:numId="4" w16cid:durableId="2080899193">
    <w:abstractNumId w:val="4"/>
  </w:num>
  <w:num w:numId="5" w16cid:durableId="1652521738">
    <w:abstractNumId w:val="8"/>
  </w:num>
  <w:num w:numId="6" w16cid:durableId="345525432">
    <w:abstractNumId w:val="3"/>
  </w:num>
  <w:num w:numId="7" w16cid:durableId="119542698">
    <w:abstractNumId w:val="2"/>
  </w:num>
  <w:num w:numId="8" w16cid:durableId="400828696">
    <w:abstractNumId w:val="1"/>
  </w:num>
  <w:num w:numId="9" w16cid:durableId="697389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3B4"/>
    <w:rsid w:val="0001520F"/>
    <w:rsid w:val="00043FA6"/>
    <w:rsid w:val="00060F0D"/>
    <w:rsid w:val="00073E5B"/>
    <w:rsid w:val="0007576E"/>
    <w:rsid w:val="00086D75"/>
    <w:rsid w:val="000970BC"/>
    <w:rsid w:val="000A3D70"/>
    <w:rsid w:val="000C0FC5"/>
    <w:rsid w:val="000D1F18"/>
    <w:rsid w:val="000D4CD2"/>
    <w:rsid w:val="000E48F3"/>
    <w:rsid w:val="000E7CCF"/>
    <w:rsid w:val="000E7D3B"/>
    <w:rsid w:val="000F3CC5"/>
    <w:rsid w:val="00101FB4"/>
    <w:rsid w:val="00110F4B"/>
    <w:rsid w:val="00113058"/>
    <w:rsid w:val="00114F5B"/>
    <w:rsid w:val="00130537"/>
    <w:rsid w:val="0013093D"/>
    <w:rsid w:val="001314BF"/>
    <w:rsid w:val="00140BB4"/>
    <w:rsid w:val="00144EA8"/>
    <w:rsid w:val="00167044"/>
    <w:rsid w:val="00171452"/>
    <w:rsid w:val="00173D38"/>
    <w:rsid w:val="00180C7A"/>
    <w:rsid w:val="00181C8B"/>
    <w:rsid w:val="001852F6"/>
    <w:rsid w:val="001A48C5"/>
    <w:rsid w:val="001B4142"/>
    <w:rsid w:val="001C7457"/>
    <w:rsid w:val="001E0432"/>
    <w:rsid w:val="001F5E92"/>
    <w:rsid w:val="001F7F88"/>
    <w:rsid w:val="002067F2"/>
    <w:rsid w:val="00215B4E"/>
    <w:rsid w:val="00244E63"/>
    <w:rsid w:val="00246733"/>
    <w:rsid w:val="002677DD"/>
    <w:rsid w:val="00275C12"/>
    <w:rsid w:val="00282A4E"/>
    <w:rsid w:val="002A2093"/>
    <w:rsid w:val="002C3014"/>
    <w:rsid w:val="002D0485"/>
    <w:rsid w:val="002E4D82"/>
    <w:rsid w:val="002F5826"/>
    <w:rsid w:val="003060C9"/>
    <w:rsid w:val="003071B9"/>
    <w:rsid w:val="003073EE"/>
    <w:rsid w:val="00337154"/>
    <w:rsid w:val="00342D79"/>
    <w:rsid w:val="00346BC0"/>
    <w:rsid w:val="0035227C"/>
    <w:rsid w:val="00355C17"/>
    <w:rsid w:val="00363176"/>
    <w:rsid w:val="00363273"/>
    <w:rsid w:val="00364F96"/>
    <w:rsid w:val="003702AF"/>
    <w:rsid w:val="00370FAC"/>
    <w:rsid w:val="00374E89"/>
    <w:rsid w:val="00382391"/>
    <w:rsid w:val="00383001"/>
    <w:rsid w:val="0039042B"/>
    <w:rsid w:val="003A076D"/>
    <w:rsid w:val="003A4741"/>
    <w:rsid w:val="003A4903"/>
    <w:rsid w:val="003D6BA6"/>
    <w:rsid w:val="003F3051"/>
    <w:rsid w:val="003F7D03"/>
    <w:rsid w:val="00400CDD"/>
    <w:rsid w:val="00407F40"/>
    <w:rsid w:val="004360FD"/>
    <w:rsid w:val="00436AAD"/>
    <w:rsid w:val="00437AF8"/>
    <w:rsid w:val="0044266D"/>
    <w:rsid w:val="0045016E"/>
    <w:rsid w:val="00465C98"/>
    <w:rsid w:val="004730C0"/>
    <w:rsid w:val="00473BE9"/>
    <w:rsid w:val="00481616"/>
    <w:rsid w:val="00486BE1"/>
    <w:rsid w:val="004A0F28"/>
    <w:rsid w:val="004A1A42"/>
    <w:rsid w:val="004A57D8"/>
    <w:rsid w:val="004C24A0"/>
    <w:rsid w:val="00501D0B"/>
    <w:rsid w:val="00503C28"/>
    <w:rsid w:val="00530AF2"/>
    <w:rsid w:val="00530EA3"/>
    <w:rsid w:val="00531EA6"/>
    <w:rsid w:val="005350F0"/>
    <w:rsid w:val="0054345D"/>
    <w:rsid w:val="0057097B"/>
    <w:rsid w:val="005719BD"/>
    <w:rsid w:val="005749A0"/>
    <w:rsid w:val="005817F9"/>
    <w:rsid w:val="00595203"/>
    <w:rsid w:val="005972DA"/>
    <w:rsid w:val="005C316D"/>
    <w:rsid w:val="005D404E"/>
    <w:rsid w:val="005D4CD7"/>
    <w:rsid w:val="005D5D75"/>
    <w:rsid w:val="005E0FF7"/>
    <w:rsid w:val="006038C8"/>
    <w:rsid w:val="00603D74"/>
    <w:rsid w:val="00606B76"/>
    <w:rsid w:val="00623C69"/>
    <w:rsid w:val="006348C0"/>
    <w:rsid w:val="0063683B"/>
    <w:rsid w:val="006502F2"/>
    <w:rsid w:val="006555B2"/>
    <w:rsid w:val="006568D9"/>
    <w:rsid w:val="006675B4"/>
    <w:rsid w:val="0067189D"/>
    <w:rsid w:val="00673E43"/>
    <w:rsid w:val="00675E6C"/>
    <w:rsid w:val="006760E3"/>
    <w:rsid w:val="00682CEF"/>
    <w:rsid w:val="00682E5A"/>
    <w:rsid w:val="006A10FB"/>
    <w:rsid w:val="006A271A"/>
    <w:rsid w:val="006B1745"/>
    <w:rsid w:val="006C7DFF"/>
    <w:rsid w:val="006D6D7C"/>
    <w:rsid w:val="006E749F"/>
    <w:rsid w:val="006F6B82"/>
    <w:rsid w:val="00722981"/>
    <w:rsid w:val="0073281E"/>
    <w:rsid w:val="00744133"/>
    <w:rsid w:val="00747EA5"/>
    <w:rsid w:val="007521B7"/>
    <w:rsid w:val="00757F5B"/>
    <w:rsid w:val="00773048"/>
    <w:rsid w:val="007804FA"/>
    <w:rsid w:val="00781549"/>
    <w:rsid w:val="007844F0"/>
    <w:rsid w:val="00787A5F"/>
    <w:rsid w:val="0079728E"/>
    <w:rsid w:val="007A24A1"/>
    <w:rsid w:val="007B5082"/>
    <w:rsid w:val="007B71C2"/>
    <w:rsid w:val="007C5449"/>
    <w:rsid w:val="007C6A6E"/>
    <w:rsid w:val="007C7C66"/>
    <w:rsid w:val="007D2C1F"/>
    <w:rsid w:val="007E472B"/>
    <w:rsid w:val="007E6B14"/>
    <w:rsid w:val="00800B35"/>
    <w:rsid w:val="00800C79"/>
    <w:rsid w:val="008151FA"/>
    <w:rsid w:val="008470AA"/>
    <w:rsid w:val="00850177"/>
    <w:rsid w:val="00861F25"/>
    <w:rsid w:val="008718FE"/>
    <w:rsid w:val="00882483"/>
    <w:rsid w:val="008909D0"/>
    <w:rsid w:val="0089338E"/>
    <w:rsid w:val="0089463C"/>
    <w:rsid w:val="008A3D2E"/>
    <w:rsid w:val="008A4070"/>
    <w:rsid w:val="008B561A"/>
    <w:rsid w:val="008D1E6C"/>
    <w:rsid w:val="008D566E"/>
    <w:rsid w:val="008E277D"/>
    <w:rsid w:val="008E2F59"/>
    <w:rsid w:val="008F78EA"/>
    <w:rsid w:val="008F7F92"/>
    <w:rsid w:val="00901852"/>
    <w:rsid w:val="00904DF6"/>
    <w:rsid w:val="00907FD1"/>
    <w:rsid w:val="009119F8"/>
    <w:rsid w:val="009121E4"/>
    <w:rsid w:val="0091412B"/>
    <w:rsid w:val="00914486"/>
    <w:rsid w:val="00916C79"/>
    <w:rsid w:val="009320A8"/>
    <w:rsid w:val="009462EE"/>
    <w:rsid w:val="00957AD2"/>
    <w:rsid w:val="00965348"/>
    <w:rsid w:val="00980F90"/>
    <w:rsid w:val="00983439"/>
    <w:rsid w:val="009A0791"/>
    <w:rsid w:val="009A7D95"/>
    <w:rsid w:val="009B4685"/>
    <w:rsid w:val="009C1E84"/>
    <w:rsid w:val="009C2103"/>
    <w:rsid w:val="009C4AF5"/>
    <w:rsid w:val="009C5575"/>
    <w:rsid w:val="009F0171"/>
    <w:rsid w:val="009F0DD0"/>
    <w:rsid w:val="00A0222E"/>
    <w:rsid w:val="00A0330D"/>
    <w:rsid w:val="00A20E77"/>
    <w:rsid w:val="00A21B2D"/>
    <w:rsid w:val="00A24DBA"/>
    <w:rsid w:val="00A32A89"/>
    <w:rsid w:val="00A416A2"/>
    <w:rsid w:val="00A472F6"/>
    <w:rsid w:val="00A55CF4"/>
    <w:rsid w:val="00A6486B"/>
    <w:rsid w:val="00A71826"/>
    <w:rsid w:val="00A819D6"/>
    <w:rsid w:val="00A821DD"/>
    <w:rsid w:val="00A87AAF"/>
    <w:rsid w:val="00A91583"/>
    <w:rsid w:val="00AB13B9"/>
    <w:rsid w:val="00AB1B18"/>
    <w:rsid w:val="00AB4510"/>
    <w:rsid w:val="00AC4B8C"/>
    <w:rsid w:val="00AC6F1B"/>
    <w:rsid w:val="00AC75AA"/>
    <w:rsid w:val="00AE221D"/>
    <w:rsid w:val="00AF2495"/>
    <w:rsid w:val="00AF422D"/>
    <w:rsid w:val="00AF4B9C"/>
    <w:rsid w:val="00B0209C"/>
    <w:rsid w:val="00B05669"/>
    <w:rsid w:val="00B17A75"/>
    <w:rsid w:val="00B17B8F"/>
    <w:rsid w:val="00B34F40"/>
    <w:rsid w:val="00B43A8F"/>
    <w:rsid w:val="00B46F68"/>
    <w:rsid w:val="00B61ACA"/>
    <w:rsid w:val="00B903EA"/>
    <w:rsid w:val="00B92D26"/>
    <w:rsid w:val="00BC2225"/>
    <w:rsid w:val="00BC5754"/>
    <w:rsid w:val="00BD3B1A"/>
    <w:rsid w:val="00BD6454"/>
    <w:rsid w:val="00BD67A6"/>
    <w:rsid w:val="00BF27D4"/>
    <w:rsid w:val="00BF4B25"/>
    <w:rsid w:val="00BF70C0"/>
    <w:rsid w:val="00C07928"/>
    <w:rsid w:val="00C15085"/>
    <w:rsid w:val="00C21F6E"/>
    <w:rsid w:val="00C306A1"/>
    <w:rsid w:val="00C30FF7"/>
    <w:rsid w:val="00C40275"/>
    <w:rsid w:val="00C40F9E"/>
    <w:rsid w:val="00C43084"/>
    <w:rsid w:val="00C463D8"/>
    <w:rsid w:val="00C51C3D"/>
    <w:rsid w:val="00C56086"/>
    <w:rsid w:val="00C77A04"/>
    <w:rsid w:val="00C82E59"/>
    <w:rsid w:val="00C97F85"/>
    <w:rsid w:val="00CA3C1D"/>
    <w:rsid w:val="00CB1911"/>
    <w:rsid w:val="00CB5EDC"/>
    <w:rsid w:val="00CB7C9E"/>
    <w:rsid w:val="00CC4F64"/>
    <w:rsid w:val="00CC7100"/>
    <w:rsid w:val="00CE68C1"/>
    <w:rsid w:val="00CE7666"/>
    <w:rsid w:val="00D003FA"/>
    <w:rsid w:val="00D20E36"/>
    <w:rsid w:val="00D52D02"/>
    <w:rsid w:val="00D62598"/>
    <w:rsid w:val="00D62C59"/>
    <w:rsid w:val="00D71DDF"/>
    <w:rsid w:val="00D82292"/>
    <w:rsid w:val="00D84E70"/>
    <w:rsid w:val="00D87ACA"/>
    <w:rsid w:val="00D919E5"/>
    <w:rsid w:val="00D9321A"/>
    <w:rsid w:val="00D96894"/>
    <w:rsid w:val="00DA10DA"/>
    <w:rsid w:val="00DA255C"/>
    <w:rsid w:val="00DC09C7"/>
    <w:rsid w:val="00DC1DB0"/>
    <w:rsid w:val="00DD5532"/>
    <w:rsid w:val="00DF19D9"/>
    <w:rsid w:val="00E0664F"/>
    <w:rsid w:val="00E06FC1"/>
    <w:rsid w:val="00E108A7"/>
    <w:rsid w:val="00E25381"/>
    <w:rsid w:val="00E27683"/>
    <w:rsid w:val="00E61E1D"/>
    <w:rsid w:val="00EC0B47"/>
    <w:rsid w:val="00EC1499"/>
    <w:rsid w:val="00EC4653"/>
    <w:rsid w:val="00EC646D"/>
    <w:rsid w:val="00ED0BED"/>
    <w:rsid w:val="00ED23E3"/>
    <w:rsid w:val="00ED3F57"/>
    <w:rsid w:val="00ED6181"/>
    <w:rsid w:val="00ED6F8C"/>
    <w:rsid w:val="00EF102E"/>
    <w:rsid w:val="00EF53F5"/>
    <w:rsid w:val="00F0624B"/>
    <w:rsid w:val="00F21C4A"/>
    <w:rsid w:val="00F25B36"/>
    <w:rsid w:val="00F2781B"/>
    <w:rsid w:val="00F46F5F"/>
    <w:rsid w:val="00F64CEB"/>
    <w:rsid w:val="00F75E9E"/>
    <w:rsid w:val="00FA05E3"/>
    <w:rsid w:val="00FA5B44"/>
    <w:rsid w:val="00FA6469"/>
    <w:rsid w:val="00FB1614"/>
    <w:rsid w:val="00FB447E"/>
    <w:rsid w:val="00FC6C36"/>
    <w:rsid w:val="00FD6C9A"/>
    <w:rsid w:val="00FD7A4F"/>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21705"/>
  <w15:docId w15:val="{EBD7F8CC-A9B7-45EC-8F0F-72E045F4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871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6005413218b49bda61fac67fdc26034.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f6005413218b49bda61fac67fdc26034</Template>
  <TotalTime>3</TotalTime>
  <Pages>1</Pages>
  <Words>810</Words>
  <Characters>463</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2024 METŲ PASKELBIMO ŽEMAIČIŲ KRAŠTO AMATŲ, KULINARINIO PAVELDO IR ŽEMAITIŠKO RAŠTO METAIS SKUODO RAJONO SAVIVALDYBĖJE</vt:lpstr>
      <vt:lpstr/>
    </vt:vector>
  </TitlesOfParts>
  <Manager>2023-12-21</Manager>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2024 METŲ PASKELBIMO ŽEMAIČIŲ KRAŠTO AMATŲ, KULINARINIO PAVELDO IR ŽEMAITIŠKO RAŠTO METAIS SKUODO RAJONO SAVIVALDYBĖJE</dc:title>
  <dc:subject>T9-235</dc:subject>
  <dc:creator>SKUODO RAJONO SAVIVALDYBĖS TARYBA</dc:creator>
  <cp:keywords/>
  <cp:lastModifiedBy>Sadauskienė, Dalia</cp:lastModifiedBy>
  <cp:revision>5</cp:revision>
  <cp:lastPrinted>2022-12-02T09:05:00Z</cp:lastPrinted>
  <dcterms:created xsi:type="dcterms:W3CDTF">2024-11-18T13:33:00Z</dcterms:created>
  <dcterms:modified xsi:type="dcterms:W3CDTF">2024-11-26T18:05:00Z</dcterms:modified>
  <cp:category>SPRENDIMAS</cp:category>
</cp:coreProperties>
</file>